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6"/>
          <w:szCs w:val="36"/>
          <w:u w:val="single"/>
        </w:rPr>
      </w:pPr>
      <w:r>
        <w:rPr>
          <w:rFonts w:hint="eastAsia"/>
          <w:b/>
          <w:bCs/>
          <w:sz w:val="36"/>
          <w:szCs w:val="36"/>
          <w:u w:val="single"/>
          <w:lang w:eastAsia="zh-CN"/>
        </w:rPr>
        <w:t>双辽市水利局</w:t>
      </w:r>
      <w:r>
        <w:rPr>
          <w:rFonts w:hint="eastAsia"/>
          <w:b/>
          <w:bCs/>
          <w:sz w:val="36"/>
          <w:szCs w:val="36"/>
          <w:u w:val="single"/>
        </w:rPr>
        <w:t>行政许可操作流程</w:t>
      </w:r>
    </w:p>
    <w:p>
      <w:pPr>
        <w:rPr>
          <w:sz w:val="44"/>
        </w:rPr>
      </w:pPr>
    </w:p>
    <w:p>
      <w:pPr>
        <w:rPr>
          <w:sz w:val="44"/>
        </w:rPr>
      </w:pPr>
      <w:bookmarkStart w:id="0" w:name="_GoBack"/>
      <w:bookmarkEnd w:id="0"/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-720090</wp:posOffset>
                </wp:positionH>
                <wp:positionV relativeFrom="paragraph">
                  <wp:posOffset>873125</wp:posOffset>
                </wp:positionV>
                <wp:extent cx="1600200" cy="581660"/>
                <wp:effectExtent l="6350" t="6350" r="12700" b="21590"/>
                <wp:wrapNone/>
                <wp:docPr id="4" name="自选图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5816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不予受理或补充材料</w:t>
                            </w:r>
                          </w:p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（一次性告知）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自选图形 4" o:spid="_x0000_s1026" o:spt="2" style="position:absolute;left:0pt;margin-left:-56.7pt;margin-top:68.75pt;height:45.8pt;width:126pt;z-index:251661312;mso-width-relative:page;mso-height-relative:page;" fillcolor="#FFFFFF" filled="t" stroked="t" coordsize="21600,21600" arcsize="0.166666666666667" o:gfxdata="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Gqgc2bZAAAADAEAAA8AAAAAAAAAAQAgAAAAIgAAAGRy&#10;cy9kb3ducmV2LnhtbFBLAQIUABQAAAAIAIdO4kDWVEv3BAIAAAkEAAAOAAAAAAAAAAEAIAAAACgB&#10;AABkcnMvZTJvRG9jLnhtbFBLBQYAAAAABgAGAFkBAACeBQAAAAA=&#10;">
                <v:fill on="t" focussize="0,0"/>
                <v:stroke weight="1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不予受理或补充材料</w:t>
                      </w:r>
                    </w:p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（一次性告知）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rPr>
          <w:sz w:val="44"/>
        </w:rPr>
      </w:pP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52705</wp:posOffset>
                </wp:positionH>
                <wp:positionV relativeFrom="paragraph">
                  <wp:posOffset>1082675</wp:posOffset>
                </wp:positionV>
                <wp:extent cx="8255" cy="471805"/>
                <wp:effectExtent l="36830" t="0" r="31115" b="4445"/>
                <wp:wrapNone/>
                <wp:docPr id="9" name="自选图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255" cy="471805"/>
                        </a:xfrm>
                        <a:prstGeom prst="straightConnector1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0"/>
                    </wps:wsp>
                  </a:graphicData>
                </a:graphic>
              </wp:anchor>
            </w:drawing>
          </mc:Choice>
          <mc:Fallback>
            <w:pict>
              <v:shape id="自选图形 2" o:spid="_x0000_s1026" o:spt="32" type="#_x0000_t32" style="position:absolute;left:0pt;flip:x y;margin-left:4.15pt;margin-top:85.25pt;height:37.15pt;width:0.65pt;z-index:251666432;mso-width-relative:page;mso-height-relative:page;" filled="f" stroked="t" coordsize="21600,21600" o:gfxdata="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TllTutYAAAAHAQAADwAAAAAAAAABACAAAAAiAAAAZHJzL2Rvd25yZXYueG1sUEsBAhQA&#10;FAAAAAgAh07iQI747Gr0AQAAvAMAAA4AAAAAAAAAAQAgAAAAJQEAAGRycy9lMm9Eb2MueG1sUEsF&#10;BgAAAAAGAAYAWQEAAIsFAAAAAA==&#10;">
                <v:fill on="f" focussize="0,0"/>
                <v:stroke weight="1.5pt"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40005</wp:posOffset>
                </wp:positionH>
                <wp:positionV relativeFrom="paragraph">
                  <wp:posOffset>1553210</wp:posOffset>
                </wp:positionV>
                <wp:extent cx="852170" cy="2540"/>
                <wp:effectExtent l="0" t="9525" r="5080" b="16510"/>
                <wp:wrapNone/>
                <wp:docPr id="8" name="直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852170" cy="254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" o:spid="_x0000_s1026" o:spt="20" style="position:absolute;left:0pt;flip:y;margin-left:3.15pt;margin-top:122.3pt;height:0.2pt;width:67.1pt;z-index:251665408;mso-width-relative:page;mso-height-relative:page;" filled="f" stroked="t" coordsize="21600,21600" o:gfxdata="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Ly0BUDWAAAACQEAAA8AAAAAAAAAAQAg&#10;AAAAIgAAAGRycy9kb3ducmV2LnhtbFBLAQIUABQAAAAIAIdO4kAvLPc71wEAAJoDAAAOAAAAAAAA&#10;AAEAIAAAACUBAABkcnMvZTJvRG9jLnhtbFBLBQYAAAAABgAGAFkBAABuBQAAAAA=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1494155</wp:posOffset>
                </wp:positionH>
                <wp:positionV relativeFrom="paragraph">
                  <wp:posOffset>3938270</wp:posOffset>
                </wp:positionV>
                <wp:extent cx="635" cy="488315"/>
                <wp:effectExtent l="37465" t="0" r="38100" b="6985"/>
                <wp:wrapNone/>
                <wp:docPr id="21" name="自选图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88315"/>
                        </a:xfrm>
                        <a:prstGeom prst="straightConnector1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0"/>
                    </wps:wsp>
                  </a:graphicData>
                </a:graphic>
              </wp:anchor>
            </w:drawing>
          </mc:Choice>
          <mc:Fallback>
            <w:pict>
              <v:shape id="自选图形 5" o:spid="_x0000_s1026" o:spt="32" type="#_x0000_t32" style="position:absolute;left:0pt;margin-left:117.65pt;margin-top:310.1pt;height:38.45pt;width:0.05pt;z-index:251678720;mso-width-relative:page;mso-height-relative:page;" filled="f" stroked="t" coordsize="21600,21600" o:gfxdata="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RUYqetkAAAALAQAADwAAAAAAAAABACAAAAAiAAAAZHJzL2Rvd25yZXYueG1sUEsBAhQAFAAAAAgA&#10;h07iQBE01hHrAQAAqAMAAA4AAAAAAAAAAQAgAAAAKAEAAGRycy9lMm9Eb2MueG1sUEsFBgAAAAAG&#10;AAYAWQEAAIUFAAAAAA==&#10;">
                <v:fill on="f" focussize="0,0"/>
                <v:stroke weight="1.5pt"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917575</wp:posOffset>
                </wp:positionH>
                <wp:positionV relativeFrom="paragraph">
                  <wp:posOffset>4426585</wp:posOffset>
                </wp:positionV>
                <wp:extent cx="1153160" cy="1396365"/>
                <wp:effectExtent l="6350" t="6350" r="21590" b="6985"/>
                <wp:wrapNone/>
                <wp:docPr id="12" name="自选图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3160" cy="13963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通过政府网站、“信用吉林”和企业信用信息公示系统等向社会公开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自选图形 6" o:spid="_x0000_s1026" o:spt="2" style="position:absolute;left:0pt;margin-left:72.25pt;margin-top:348.55pt;height:109.95pt;width:90.8pt;z-index:251669504;mso-width-relative:page;mso-height-relative:page;" fillcolor="#FFFFFF" filled="t" stroked="t" coordsize="21600,21600" arcsize="0.166666666666667" o:gfxdata="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BfrWndkAAAALAQAADwAAAAAAAAABACAAAAAiAAAA&#10;ZHJzL2Rvd25yZXYueG1sUEsBAhQAFAAAAAgAh07iQJBV3VEGAgAACwQAAA4AAAAAAAAAAQAgAAAA&#10;KAEAAGRycy9lMm9Eb2MueG1sUEsFBgAAAAAGAAYAWQEAAKAFAAAAAA==&#10;">
                <v:fill on="t" focussize="0,0"/>
                <v:stroke weight="1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通过政府网站、“信用吉林”和企业信用信息公示系统等向社会公开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78105</wp:posOffset>
                </wp:positionH>
                <wp:positionV relativeFrom="paragraph">
                  <wp:posOffset>168275</wp:posOffset>
                </wp:positionV>
                <wp:extent cx="1021080" cy="635"/>
                <wp:effectExtent l="0" t="37465" r="7620" b="38100"/>
                <wp:wrapNone/>
                <wp:docPr id="14" name="自选图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21080" cy="635"/>
                        </a:xfrm>
                        <a:prstGeom prst="straightConnector1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0"/>
                    </wps:wsp>
                  </a:graphicData>
                </a:graphic>
              </wp:anchor>
            </w:drawing>
          </mc:Choice>
          <mc:Fallback>
            <w:pict>
              <v:shape id="自选图形 17" o:spid="_x0000_s1026" o:spt="32" type="#_x0000_t32" style="position:absolute;left:0pt;margin-left:6.15pt;margin-top:13.25pt;height:0.05pt;width:80.4pt;z-index:251671552;mso-width-relative:page;mso-height-relative:page;" filled="f" stroked="t" coordsize="21600,21600" o:gfxdata="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IVBVTHX&#10;AAAACAEAAA8AAAAAAAAAAQAgAAAAIgAAAGRycy9kb3ducmV2LnhtbFBLAQIUABQAAAAIAIdO4kDn&#10;zRaW6AEAAKoDAAAOAAAAAAAAAAEAIAAAACYBAABkcnMvZTJvRG9jLnhtbFBLBQYAAAAABgAGAFkB&#10;AACABQAAAAA=&#10;">
                <v:fill on="f" focussize="0,0"/>
                <v:stroke weight="1.5pt"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2736215</wp:posOffset>
                </wp:positionH>
                <wp:positionV relativeFrom="paragraph">
                  <wp:posOffset>3073400</wp:posOffset>
                </wp:positionV>
                <wp:extent cx="1693545" cy="1182370"/>
                <wp:effectExtent l="6350" t="6350" r="14605" b="11430"/>
                <wp:wrapNone/>
                <wp:docPr id="13" name="自选图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3545" cy="11823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审批办作出审批结论报主管局长签发，审核通过的发放许可证等；审核未通过的，说明原因后退办。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自选图形 10" o:spid="_x0000_s1026" o:spt="2" style="position:absolute;left:0pt;margin-left:215.45pt;margin-top:242pt;height:93.1pt;width:133.35pt;z-index:251670528;mso-width-relative:page;mso-height-relative:page;" fillcolor="#FFFFFF" filled="t" stroked="t" coordsize="21600,21600" arcsize="0.166666666666667" o:gfxdata="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Tq+bd9kAAAALAQAADwAAAAAAAAABACAAAAAi&#10;AAAAZHJzL2Rvd25yZXYueG1sUEsBAhQAFAAAAAgAh07iQHcNdNUJAgAADAQAAA4AAAAAAAAAAQAg&#10;AAAAKAEAAGRycy9lMm9Eb2MueG1sUEsFBgAAAAAGAAYAWQEAAKMFAAAAAA==&#10;">
                <v:fill on="t" focussize="0,0"/>
                <v:stroke weight="1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审批办作出审批结论报主管局长签发，审核通过的发放许可证等；审核未通过的，说明原因后退办。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917575</wp:posOffset>
                </wp:positionH>
                <wp:positionV relativeFrom="paragraph">
                  <wp:posOffset>3385185</wp:posOffset>
                </wp:positionV>
                <wp:extent cx="1153160" cy="553085"/>
                <wp:effectExtent l="6350" t="6350" r="21590" b="12065"/>
                <wp:wrapNone/>
                <wp:docPr id="5" name="自选图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3160" cy="5530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作出决定，送达相对人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自选图形 12" o:spid="_x0000_s1026" o:spt="2" style="position:absolute;left:0pt;margin-left:72.25pt;margin-top:266.55pt;height:43.55pt;width:90.8pt;z-index:251662336;mso-width-relative:page;mso-height-relative:page;" fillcolor="#FFFFFF" filled="t" stroked="t" coordsize="21600,21600" arcsize="0.166666666666667" o:gfxdata="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ezWda2AAAAAsBAAAPAAAAAAAAAAEAIAAAACIAAABk&#10;cnMvZG93bnJldi54bWxQSwECFAAUAAAACACHTuJA6tblfwYCAAAKBAAADgAAAAAAAAABACAAAAAn&#10;AQAAZHJzL2Uyb0RvYy54bWxQSwUGAAAAAAYABgBZAQAAnwUAAAAA&#10;">
                <v:fill on="t" focussize="0,0"/>
                <v:stroke weight="1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作出决定，送达相对人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2070735</wp:posOffset>
                </wp:positionH>
                <wp:positionV relativeFrom="paragraph">
                  <wp:posOffset>3662045</wp:posOffset>
                </wp:positionV>
                <wp:extent cx="665480" cy="2540"/>
                <wp:effectExtent l="0" t="38100" r="1270" b="35560"/>
                <wp:wrapNone/>
                <wp:docPr id="3" name="自选图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65480" cy="2540"/>
                        </a:xfrm>
                        <a:prstGeom prst="straightConnector1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0"/>
                    </wps:wsp>
                  </a:graphicData>
                </a:graphic>
              </wp:anchor>
            </w:drawing>
          </mc:Choice>
          <mc:Fallback>
            <w:pict>
              <v:shape id="自选图形 9" o:spid="_x0000_s1026" o:spt="32" type="#_x0000_t32" style="position:absolute;left:0pt;flip:x y;margin-left:163.05pt;margin-top:288.35pt;height:0.2pt;width:52.4pt;z-index:251660288;mso-width-relative:page;mso-height-relative:page;" filled="f" stroked="t" coordsize="21600,21600" o:gfxdata="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NsHwqHbAAAACwEAAA8AAAAAAAAAAQAgAAAAIgAAAGRycy9kb3ducmV2Lnht&#10;bFBLAQIUABQAAAAIAIdO4kDww88N9gEAALwDAAAOAAAAAAAAAAEAIAAAACoBAABkcnMvZTJvRG9j&#10;LnhtbFBLBQYAAAAABgAGAFkBAACSBQAAAAA=&#10;">
                <v:fill on="f" focussize="0,0"/>
                <v:stroke weight="1.5pt"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1468755</wp:posOffset>
                </wp:positionH>
                <wp:positionV relativeFrom="paragraph">
                  <wp:posOffset>318135</wp:posOffset>
                </wp:positionV>
                <wp:extent cx="11430" cy="933450"/>
                <wp:effectExtent l="37465" t="0" r="27305" b="0"/>
                <wp:wrapNone/>
                <wp:docPr id="20" name="自选图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430" cy="933450"/>
                        </a:xfrm>
                        <a:prstGeom prst="straightConnector1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0"/>
                    </wps:wsp>
                  </a:graphicData>
                </a:graphic>
              </wp:anchor>
            </w:drawing>
          </mc:Choice>
          <mc:Fallback>
            <w:pict>
              <v:shape id="自选图形 6" o:spid="_x0000_s1026" o:spt="32" type="#_x0000_t32" style="position:absolute;left:0pt;flip:x;margin-left:115.65pt;margin-top:25.05pt;height:73.5pt;width:0.9pt;z-index:251677696;mso-width-relative:page;mso-height-relative:page;" filled="f" stroked="t" coordsize="21600,21600" o:gfxdata="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nmYSdtcAAAAKAQAADwAAAAAAAAABACAAAAAiAAAAZHJzL2Rvd25yZXYueG1sUEsBAhQA&#10;FAAAAAgAh07iQMtsdMPzAQAAtAMAAA4AAAAAAAAAAQAgAAAAJgEAAGRycy9lMm9Eb2MueG1sUEsF&#10;BgAAAAAGAAYAWQEAAIsFAAAAAA==&#10;">
                <v:fill on="f" focussize="0,0"/>
                <v:stroke weight="1.5pt"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892175</wp:posOffset>
                </wp:positionH>
                <wp:positionV relativeFrom="paragraph">
                  <wp:posOffset>1251585</wp:posOffset>
                </wp:positionV>
                <wp:extent cx="1153160" cy="602615"/>
                <wp:effectExtent l="6350" t="6350" r="21590" b="19685"/>
                <wp:wrapNone/>
                <wp:docPr id="2" name="自选图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3160" cy="6026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窗口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（或网上）</w:t>
                            </w:r>
                            <w:r>
                              <w:rPr>
                                <w:rFonts w:hint="eastAsia"/>
                              </w:rPr>
                              <w:t>初审、受理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自选图形 20" o:spid="_x0000_s1026" o:spt="2" style="position:absolute;left:0pt;margin-left:70.25pt;margin-top:98.55pt;height:47.45pt;width:90.8pt;z-index:251659264;mso-width-relative:page;mso-height-relative:page;" fillcolor="#FFFFFF" filled="t" stroked="t" coordsize="21600,21600" arcsize="0.166666666666667" o:gfxdata="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fxJTwNgAAAALAQAADwAAAAAAAAABACAAAAAiAAAAZHJz&#10;L2Rvd25yZXYueG1sUEsBAhQAFAAAAAgAh07iQDhVYHQEAgAACgQAAA4AAAAAAAAAAQAgAAAAJwEA&#10;AGRycy9lMm9Eb2MueG1sUEsFBgAAAAAGAAYAWQEAAJ0FAAAAAA==&#10;">
                <v:fill on="t" focussize="0,0"/>
                <v:stroke weight="1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窗口</w:t>
                      </w:r>
                      <w:r>
                        <w:rPr>
                          <w:rFonts w:hint="eastAsia"/>
                          <w:lang w:eastAsia="zh-CN"/>
                        </w:rPr>
                        <w:t>（或网上）</w:t>
                      </w:r>
                      <w:r>
                        <w:rPr>
                          <w:rFonts w:hint="eastAsia"/>
                        </w:rPr>
                        <w:t>初审、受理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1468755</wp:posOffset>
                </wp:positionH>
                <wp:positionV relativeFrom="paragraph">
                  <wp:posOffset>1854200</wp:posOffset>
                </wp:positionV>
                <wp:extent cx="1905" cy="1500505"/>
                <wp:effectExtent l="36195" t="0" r="38100" b="4445"/>
                <wp:wrapNone/>
                <wp:docPr id="7" name="自选图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" cy="1500505"/>
                        </a:xfrm>
                        <a:prstGeom prst="straightConnector1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0"/>
                    </wps:wsp>
                  </a:graphicData>
                </a:graphic>
              </wp:anchor>
            </w:drawing>
          </mc:Choice>
          <mc:Fallback>
            <w:pict>
              <v:shape id="自选图形 5" o:spid="_x0000_s1026" o:spt="32" type="#_x0000_t32" style="position:absolute;left:0pt;margin-left:115.65pt;margin-top:146pt;height:118.15pt;width:0.15pt;z-index:251664384;mso-width-relative:page;mso-height-relative:page;" filled="f" stroked="t" coordsize="21600,21600" o:gfxdata="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K3g1P9oA&#10;AAALAQAADwAAAAAAAAABACAAAAAiAAAAZHJzL2Rvd25yZXYueG1sUEsBAhQAFAAAAAgAh07iQAHQ&#10;wMrkAQAAqQMAAA4AAAAAAAAAAQAgAAAAKQEAAGRycy9lMm9Eb2MueG1sUEsFBgAAAAAGAAYAWQEA&#10;AH8FAAAAAA==&#10;">
                <v:fill on="f" focussize="0,0"/>
                <v:stroke weight="1.5pt"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3575050</wp:posOffset>
                </wp:positionH>
                <wp:positionV relativeFrom="paragraph">
                  <wp:posOffset>1573530</wp:posOffset>
                </wp:positionV>
                <wp:extent cx="5080" cy="556895"/>
                <wp:effectExtent l="33655" t="0" r="37465" b="14605"/>
                <wp:wrapNone/>
                <wp:docPr id="17" name="自选图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80" cy="556895"/>
                        </a:xfrm>
                        <a:prstGeom prst="straightConnector1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0"/>
                    </wps:wsp>
                  </a:graphicData>
                </a:graphic>
              </wp:anchor>
            </w:drawing>
          </mc:Choice>
          <mc:Fallback>
            <w:pict>
              <v:shape id="自选图形 14" o:spid="_x0000_s1026" o:spt="32" type="#_x0000_t32" style="position:absolute;left:0pt;margin-left:281.5pt;margin-top:123.9pt;height:43.85pt;width:0.4pt;z-index:251674624;mso-width-relative:page;mso-height-relative:page;" filled="f" stroked="t" coordsize="21600,21600" o:gfxdata="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C&#10;8Pbt2gAAAAsBAAAPAAAAAAAAAAEAIAAAACIAAABkcnMvZG93bnJldi54bWxQSwECFAAUAAAACACH&#10;TuJAIj0EG+kBAACqAwAADgAAAAAAAAABACAAAAApAQAAZHJzL2Uyb0RvYy54bWxQSwUGAAAAAAYA&#10;BgBZAQAAhAUAAAAA&#10;">
                <v:fill on="f" focussize="0,0"/>
                <v:stroke weight="1.5pt"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2746375</wp:posOffset>
                </wp:positionH>
                <wp:positionV relativeFrom="paragraph">
                  <wp:posOffset>2130425</wp:posOffset>
                </wp:positionV>
                <wp:extent cx="1667510" cy="335915"/>
                <wp:effectExtent l="6350" t="6350" r="21590" b="19685"/>
                <wp:wrapNone/>
                <wp:docPr id="10" name="自选图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7510" cy="3359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相关处室提出论证意见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自选图形 13" o:spid="_x0000_s1026" o:spt="2" style="position:absolute;left:0pt;margin-left:216.25pt;margin-top:167.75pt;height:26.45pt;width:131.3pt;z-index:251667456;mso-width-relative:page;mso-height-relative:page;" fillcolor="#FFFFFF" filled="t" stroked="t" coordsize="21600,21600" arcsize="0.166666666666667" o:gfxdata="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KLhW1/ZAAAACwEAAA8AAAAAAAAAAQAgAAAAIgAAAGRy&#10;cy9kb3ducmV2LnhtbFBLAQIUABQAAAAIAIdO4kDcYfy4BAIAAAsEAAAOAAAAAAAAAAEAIAAAACgB&#10;AABkcnMvZTJvRG9jLnhtbFBLBQYAAAAABgAGAFkBAACeBQAAAAA=&#10;">
                <v:fill on="t" focussize="0,0"/>
                <v:stroke weight="1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相关处室提出论证意见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3580130</wp:posOffset>
                </wp:positionH>
                <wp:positionV relativeFrom="paragraph">
                  <wp:posOffset>2466340</wp:posOffset>
                </wp:positionV>
                <wp:extent cx="3175" cy="607060"/>
                <wp:effectExtent l="35560" t="0" r="37465" b="2540"/>
                <wp:wrapNone/>
                <wp:docPr id="16" name="自选图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75" cy="607060"/>
                        </a:xfrm>
                        <a:prstGeom prst="straightConnector1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0"/>
                    </wps:wsp>
                  </a:graphicData>
                </a:graphic>
              </wp:anchor>
            </w:drawing>
          </mc:Choice>
          <mc:Fallback>
            <w:pict>
              <v:shape id="自选图形 11" o:spid="_x0000_s1026" o:spt="32" type="#_x0000_t32" style="position:absolute;left:0pt;margin-left:281.9pt;margin-top:194.2pt;height:47.8pt;width:0.25pt;z-index:251673600;mso-width-relative:page;mso-height-relative:page;" filled="f" stroked="t" coordsize="21600,21600" o:gfxdata="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R1JF82gAAAAsBAAAPAAAAAAAAAAEAIAAAACIAAABkcnMvZG93bnJldi54bWxQSwECFAAUAAAA&#10;CACHTuJAheOE7ewBAACqAwAADgAAAAAAAAABACAAAAApAQAAZHJzL2Uyb0RvYy54bWxQSwUGAAAA&#10;AAYABgBZAQAAhwUAAAAA&#10;">
                <v:fill on="f" focussize="0,0"/>
                <v:stroke weight="1.5pt"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67310</wp:posOffset>
                </wp:positionH>
                <wp:positionV relativeFrom="paragraph">
                  <wp:posOffset>164465</wp:posOffset>
                </wp:positionV>
                <wp:extent cx="635" cy="312420"/>
                <wp:effectExtent l="9525" t="0" r="27940" b="11430"/>
                <wp:wrapNone/>
                <wp:docPr id="15" name="直线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" cy="31242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8" o:spid="_x0000_s1026" o:spt="20" style="position:absolute;left:0pt;margin-left:5.3pt;margin-top:12.95pt;height:24.6pt;width:0.05pt;z-index:251672576;mso-width-relative:page;mso-height-relative:page;" filled="f" stroked="t" coordsize="21600,21600" o:gfxdata="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Bm2qPr1AAAAAcBAAAPAAAAAAAAAAEAIAAAACIAAABk&#10;cnMvZG93bnJldi54bWxQSwECFAAUAAAACACHTuJAfOLI6tEBAACRAwAADgAAAAAAAAABACAAAAAj&#10;AQAAZHJzL2Uyb0RvYy54bWxQSwUGAAAAAAYABgBZAQAAZgUAAAAA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1861185</wp:posOffset>
                </wp:positionH>
                <wp:positionV relativeFrom="paragraph">
                  <wp:posOffset>163195</wp:posOffset>
                </wp:positionV>
                <wp:extent cx="295275" cy="5715"/>
                <wp:effectExtent l="0" t="36830" r="9525" b="33655"/>
                <wp:wrapNone/>
                <wp:docPr id="19" name="自选图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95275" cy="5715"/>
                        </a:xfrm>
                        <a:prstGeom prst="straightConnector1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0"/>
                    </wps:wsp>
                  </a:graphicData>
                </a:graphic>
              </wp:anchor>
            </w:drawing>
          </mc:Choice>
          <mc:Fallback>
            <w:pict>
              <v:shape id="自选图形 7" o:spid="_x0000_s1026" o:spt="32" type="#_x0000_t32" style="position:absolute;left:0pt;flip:y;margin-left:146.55pt;margin-top:12.85pt;height:0.45pt;width:23.25pt;z-index:251676672;mso-width-relative:page;mso-height-relative:page;" filled="f" stroked="t" coordsize="21600,21600" o:gfxdata="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OEC2bfWAAAACQEAAA8AAAAAAAAAAQAgAAAAIgAAAGRycy9kb3ducmV2LnhtbFBLAQIUABQAAAAI&#10;AIdO4kA6uMvf7wEAALMDAAAOAAAAAAAAAAEAIAAAACUBAABkcnMvZTJvRG9jLnhtbFBLBQYAAAAA&#10;BgAGAFkBAACGBQAAAAA=&#10;">
                <v:fill on="f" focussize="0,0"/>
                <v:stroke weight="1.5pt"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2156460</wp:posOffset>
                </wp:positionH>
                <wp:positionV relativeFrom="paragraph">
                  <wp:posOffset>19685</wp:posOffset>
                </wp:positionV>
                <wp:extent cx="3781425" cy="287020"/>
                <wp:effectExtent l="6350" t="6350" r="22225" b="11430"/>
                <wp:wrapNone/>
                <wp:docPr id="6" name="自选图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81425" cy="287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告知申请人申请材料目录、申请报告、申请表等相关内容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自选图形 8" o:spid="_x0000_s1026" o:spt="2" style="position:absolute;left:0pt;margin-left:169.8pt;margin-top:1.55pt;height:22.6pt;width:297.75pt;z-index:251663360;mso-width-relative:page;mso-height-relative:page;" fillcolor="#FFFFFF" filled="t" stroked="t" coordsize="21600,21600" arcsize="0.166666666666667" o:gfxdata="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MzngGLWAAAACAEAAA8AAAAAAAAAAQAgAAAAIgAAAGRy&#10;cy9kb3ducmV2LnhtbFBLAQIUABQAAAAIAIdO4kAGiNfsBwIAAAkEAAAOAAAAAAAAAAEAIAAAACUB&#10;AABkcnMvZTJvRG9jLnhtbFBLBQYAAAAABgAGAFkBAACeBQAAAAA=&#10;">
                <v:fill on="t" focussize="0,0"/>
                <v:stroke weight="1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告知申请人申请材料目录、申请报告、申请表等相关内容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2755900</wp:posOffset>
                </wp:positionH>
                <wp:positionV relativeFrom="paragraph">
                  <wp:posOffset>1247140</wp:posOffset>
                </wp:positionV>
                <wp:extent cx="1638300" cy="326390"/>
                <wp:effectExtent l="6350" t="6350" r="12700" b="10160"/>
                <wp:wrapNone/>
                <wp:docPr id="11" name="自选图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300" cy="3263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相关业务处室进行论证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自选图形 15" o:spid="_x0000_s1026" o:spt="2" style="position:absolute;left:0pt;margin-left:217pt;margin-top:98.2pt;height:25.7pt;width:129pt;z-index:251668480;mso-width-relative:page;mso-height-relative:page;" fillcolor="#FFFFFF" filled="t" stroked="t" coordsize="21600,21600" arcsize="0.166666666666667" o:gfxdata="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KanLSvZAAAACwEAAA8AAAAAAAAAAQAgAAAAIgAA&#10;AGRycy9kb3ducmV2LnhtbFBLAQIUABQAAAAIAIdO4kAEK1lQBwIAAAsEAAAOAAAAAAAAAAEAIAAA&#10;ACgBAABkcnMvZTJvRG9jLnhtbFBLBQYAAAAABgAGAFkBAAChBQAAAAA=&#10;">
                <v:fill on="t" focussize="0,0"/>
                <v:stroke weight="1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相关业务处室进行论证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2070735</wp:posOffset>
                </wp:positionH>
                <wp:positionV relativeFrom="paragraph">
                  <wp:posOffset>1410335</wp:posOffset>
                </wp:positionV>
                <wp:extent cx="685165" cy="635"/>
                <wp:effectExtent l="0" t="37465" r="635" b="38100"/>
                <wp:wrapNone/>
                <wp:docPr id="18" name="自选图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165" cy="635"/>
                        </a:xfrm>
                        <a:prstGeom prst="straightConnector1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0"/>
                    </wps:wsp>
                  </a:graphicData>
                </a:graphic>
              </wp:anchor>
            </w:drawing>
          </mc:Choice>
          <mc:Fallback>
            <w:pict>
              <v:shape id="自选图形 16" o:spid="_x0000_s1026" o:spt="32" type="#_x0000_t32" style="position:absolute;left:0pt;margin-left:163.05pt;margin-top:111.05pt;height:0.05pt;width:53.95pt;z-index:251675648;mso-width-relative:page;mso-height-relative:page;" filled="f" stroked="t" coordsize="21600,21600" o:gfxdata="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rD9K&#10;D9kAAAALAQAADwAAAAAAAAABACAAAAAiAAAAZHJzL2Rvd25yZXYueG1sUEsBAhQAFAAAAAgAh07i&#10;QJIjHfPoAQAAqQMAAA4AAAAAAAAAAQAgAAAAKAEAAGRycy9lMm9Eb2MueG1sUEsFBgAAAAAGAAYA&#10;WQEAAIIFAAAAAA==&#10;">
                <v:fill on="f" focussize="0,0"/>
                <v:stroke weight="1.5pt"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1099185</wp:posOffset>
                </wp:positionH>
                <wp:positionV relativeFrom="paragraph">
                  <wp:posOffset>19685</wp:posOffset>
                </wp:positionV>
                <wp:extent cx="762000" cy="298450"/>
                <wp:effectExtent l="6350" t="6350" r="12700" b="19050"/>
                <wp:wrapNone/>
                <wp:docPr id="1" name="自选图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0" cy="2984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申请人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自选图形 19" o:spid="_x0000_s1026" o:spt="2" style="position:absolute;left:0pt;margin-left:86.55pt;margin-top:1.55pt;height:23.5pt;width:60pt;z-index:251658240;mso-width-relative:page;mso-height-relative:page;" fillcolor="#FFFFFF" filled="t" stroked="t" coordsize="21600,21600" arcsize="0.166666666666667" o:gfxdata="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EwZv8nVAAAACAEAAA8AAAAAAAAAAQAgAAAAIgAAAGRy&#10;cy9kb3ducmV2LnhtbFBLAQIUABQAAAAIAIdO4kAprv/xCAIAAAkEAAAOAAAAAAAAAAEAIAAAACQB&#10;AABkcnMvZTJvRG9jLnhtbFBLBQYAAAAABgAGAFkBAACeBQAAAAA=&#10;">
                <v:fill on="t" focussize="0,0"/>
                <v:stroke weight="1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申请人</w:t>
                      </w:r>
                    </w:p>
                  </w:txbxContent>
                </v:textbox>
              </v:roundrect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692"/>
    <w:rsid w:val="00075B27"/>
    <w:rsid w:val="00335972"/>
    <w:rsid w:val="00D23FB4"/>
    <w:rsid w:val="00D52692"/>
    <w:rsid w:val="00D75BC4"/>
    <w:rsid w:val="1D734FB6"/>
    <w:rsid w:val="2150331B"/>
    <w:rsid w:val="314A4387"/>
    <w:rsid w:val="3C450A20"/>
    <w:rsid w:val="410F67E9"/>
    <w:rsid w:val="4348334B"/>
    <w:rsid w:val="491B0906"/>
    <w:rsid w:val="4A62772F"/>
    <w:rsid w:val="58005209"/>
    <w:rsid w:val="5ABD7F51"/>
    <w:rsid w:val="5C5716DD"/>
    <w:rsid w:val="6A3B59E3"/>
    <w:rsid w:val="79E81DE9"/>
    <w:rsid w:val="7D6D538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1</Pages>
  <Words>18</Words>
  <Characters>18</Characters>
  <Lines>0</Lines>
  <Paragraphs>0</Paragraphs>
  <TotalTime>2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2020-06-03T00:25:37Z</dcterms:modified>
  <dc:title>四平市文化广播电视和旅游局行政许可操作流程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