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left" w:tblpY="1"/>
        <w:tblOverlap w:val="never"/>
        <w:tblW w:w="7315" w:type="dxa"/>
        <w:tblInd w:w="7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5"/>
      </w:tblGrid>
      <w:tr>
        <w:trPr>
          <w:trHeight w:val="240" w:hRule="atLeast"/>
        </w:trPr>
        <w:tc>
          <w:tcPr>
            <w:tcW w:w="7315" w:type="dxa"/>
            <w:vAlign w:val="top"/>
          </w:tcPr>
          <w:p>
            <w:pPr>
              <w:rPr>
                <w:rFonts w:ascii="宋体"/>
              </w:rPr>
            </w:pPr>
            <w:bookmarkStart w:id="0" w:name="_GoBack"/>
            <w:bookmarkEnd w:id="0"/>
            <w:r>
              <w:rPr>
                <w:rFonts w:hint="eastAsia" w:ascii="宋体" w:hAnsi="宋体"/>
              </w:rPr>
              <w:t>条件：违法事实并有法定依据</w:t>
            </w:r>
          </w:p>
          <w:p>
            <w:pPr>
              <w:rPr>
                <w:rFonts w:ascii="宋体"/>
              </w:rPr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pict>
                <v:shape id="_x0000_s1026" o:spid="_x0000_s1026" type="#_x0000_t32" style="position:absolute;left:0;margin-left:176.35pt;margin-top:27.55pt;height:18pt;width:0.05pt;rotation:0f;z-index:251666432;" o:ole="f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</w:pict>
            </w:r>
            <w:r>
              <w:rPr>
                <w:rFonts w:hint="eastAsia" w:ascii="宋体" w:hAnsi="宋体"/>
              </w:rPr>
              <w:t>对个人处罚五十元以下罚款，对生产经营单位处</w:t>
            </w:r>
            <w:r>
              <w:rPr>
                <w:rFonts w:ascii="宋体" w:hAnsi="宋体"/>
              </w:rPr>
              <w:t>1000</w:t>
            </w:r>
            <w:r>
              <w:rPr>
                <w:rFonts w:hint="eastAsia" w:ascii="宋体" w:hAnsi="宋体"/>
              </w:rPr>
              <w:t>元罚款或警告（发现不安定因素和存在问题）</w:t>
            </w:r>
          </w:p>
        </w:tc>
      </w:tr>
    </w:tbl>
    <w:p>
      <w:r>
        <w:rPr>
          <w:rFonts w:ascii="宋体"/>
        </w:rPr>
        <w:br w:clear="all"/>
      </w:r>
    </w:p>
    <w:tbl>
      <w:tblPr>
        <w:tblpPr w:leftFromText="180" w:rightFromText="180" w:vertAnchor="text" w:tblpX="2518" w:tblpY="1"/>
        <w:tblOverlap w:val="never"/>
        <w:tblW w:w="43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</w:tblGrid>
      <w:tr>
        <w:trPr>
          <w:trHeight w:val="345" w:hRule="atLeast"/>
        </w:trPr>
        <w:tc>
          <w:tcPr>
            <w:tcW w:w="4394" w:type="dxa"/>
            <w:vAlign w:val="top"/>
          </w:tcPr>
          <w:p>
            <w:pPr>
              <w:ind w:firstLine="105" w:firstLineChars="50"/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pict>
                <v:shape id="_x0000_s1027" o:spid="_x0000_s1027" type="#_x0000_t32" style="position:absolute;left:0;margin-left:88pt;margin-top:14.1pt;height:20.3pt;width:0.05pt;rotation:0f;z-index:251667456;" o:ole="f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</w:pict>
            </w:r>
            <w:r>
              <w:rPr>
                <w:rFonts w:hint="eastAsia"/>
              </w:rPr>
              <w:t>行政执法人员至少</w:t>
            </w:r>
            <w:r>
              <w:t>2</w:t>
            </w:r>
            <w:r>
              <w:rPr>
                <w:rFonts w:hint="eastAsia"/>
              </w:rPr>
              <w:t>人到场，出示执法证件</w:t>
            </w:r>
          </w:p>
        </w:tc>
      </w:tr>
    </w:tbl>
    <w:p>
      <w:r>
        <w:rPr/>
        <w:br w:clear="all"/>
      </w:r>
    </w:p>
    <w:tbl>
      <w:tblPr>
        <w:tblW w:w="4819" w:type="dxa"/>
        <w:tblInd w:w="2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rPr>
          <w:trHeight w:val="360" w:hRule="atLeast"/>
        </w:trPr>
        <w:tc>
          <w:tcPr>
            <w:tcW w:w="4819" w:type="dxa"/>
            <w:vAlign w:val="top"/>
          </w:tcPr>
          <w:p>
            <w:pPr>
              <w:ind w:firstLine="105" w:firstLineChars="50"/>
            </w:pPr>
            <w:r>
              <w:rPr>
                <w:rFonts w:hint="eastAsia"/>
              </w:rPr>
              <w:t>现场检查：查明违法事实，填写《现场检查记录》</w:t>
            </w:r>
          </w:p>
        </w:tc>
      </w:tr>
    </w:tbl>
    <w:p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28" o:spid="_x0000_s1028" type="#_x0000_t32" style="position:absolute;left:0;margin-left:213.9pt;margin-top:1.45pt;height:20.3pt;width:0.05pt;rotation:0f;z-index:251668480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tbl>
      <w:tblPr>
        <w:tblW w:w="4253" w:type="dxa"/>
        <w:tblInd w:w="2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rPr>
          <w:trHeight w:val="150" w:hRule="atLeast"/>
        </w:trPr>
        <w:tc>
          <w:tcPr>
            <w:tcW w:w="4253" w:type="dxa"/>
            <w:vAlign w:val="top"/>
          </w:tcPr>
          <w:p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pict>
                <v:shape id="_x0000_s1029" o:spid="_x0000_s1029" type="#_x0000_t32" style="position:absolute;left:0;margin-left:88pt;margin-top:13.95pt;height:20.3pt;width:0.05pt;rotation:0f;z-index:251669504;" o:ole="f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</w:pict>
            </w:r>
            <w:r>
              <w:rPr>
                <w:rFonts w:hint="eastAsia"/>
              </w:rPr>
              <w:t>调查取证：确认违法事实填写《询问笔录》</w:t>
            </w:r>
          </w:p>
        </w:tc>
      </w:tr>
    </w:tbl>
    <w:p/>
    <w:tbl>
      <w:tblPr>
        <w:tblW w:w="2126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</w:tblGrid>
      <w:tr>
        <w:trPr>
          <w:trHeight w:val="255" w:hRule="atLeast"/>
        </w:trPr>
        <w:tc>
          <w:tcPr>
            <w:tcW w:w="2126" w:type="dxa"/>
            <w:vAlign w:val="top"/>
          </w:tcPr>
          <w:p>
            <w:pPr>
              <w:ind w:firstLine="105" w:firstLineChars="50"/>
            </w:pPr>
            <w:r>
              <w:rPr>
                <w:rFonts w:hint="eastAsia"/>
              </w:rPr>
              <w:t>当事人陈诉，申辩</w:t>
            </w:r>
          </w:p>
        </w:tc>
      </w:tr>
    </w:tbl>
    <w:p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30" o:spid="_x0000_s1030" type="#_x0000_t32" style="position:absolute;left:0;margin-left:213.9pt;margin-top:0.95pt;height:12.7pt;width:0.05pt;rotation:0f;z-index:251670528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tbl>
      <w:tblPr>
        <w:tblpPr w:leftFromText="180" w:rightFromText="180" w:vertAnchor="text" w:tblpXSpec="left" w:tblpY="1"/>
        <w:tblOverlap w:val="never"/>
        <w:tblW w:w="6813" w:type="dxa"/>
        <w:tblInd w:w="1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3"/>
      </w:tblGrid>
      <w:tr>
        <w:trPr>
          <w:trHeight w:val="180" w:hRule="atLeast"/>
        </w:trPr>
        <w:tc>
          <w:tcPr>
            <w:tcW w:w="6813" w:type="dxa"/>
            <w:vAlign w:val="top"/>
          </w:tcPr>
          <w:p>
            <w:r>
              <w:rPr>
                <w:rFonts w:hint="eastAsia"/>
              </w:rPr>
              <w:t>做出当场处罚决定：制作《行政当场处罚决定书（单位）》</w:t>
            </w:r>
          </w:p>
          <w:p>
            <w:pPr>
              <w:ind w:firstLine="2310" w:firstLineChars="1100"/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pict>
                <v:shape id="_x0000_s1031" o:spid="_x0000_s1031" type="#_x0000_t32" style="position:absolute;left:0;margin-left:152.25pt;margin-top:15.6pt;height:20.3pt;width:0.05pt;rotation:0f;z-index:251671552;" o:ole="f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</w:pict>
            </w:r>
            <w:r>
              <w:rPr>
                <w:rFonts w:hint="eastAsia"/>
              </w:rPr>
              <w:t>《行政当场处罚决定书（个人）》</w:t>
            </w:r>
          </w:p>
        </w:tc>
      </w:tr>
    </w:tbl>
    <w:p>
      <w:r>
        <w:rPr/>
        <w:br w:clear="all"/>
      </w:r>
    </w:p>
    <w:tbl>
      <w:tblPr>
        <w:tblpPr w:leftFromText="180" w:rightFromText="180" w:vertAnchor="text" w:tblpXSpec="left" w:tblpY="1"/>
        <w:tblOverlap w:val="never"/>
        <w:tblW w:w="1701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</w:tblGrid>
      <w:tr>
        <w:trPr>
          <w:trHeight w:val="195" w:hRule="atLeast"/>
        </w:trPr>
        <w:tc>
          <w:tcPr>
            <w:tcW w:w="1701" w:type="dxa"/>
            <w:vAlign w:val="top"/>
          </w:tcPr>
          <w:p>
            <w:pPr>
              <w:ind w:firstLine="210" w:firstLineChars="100"/>
            </w:pPr>
            <w:r>
              <w:rPr>
                <w:rFonts w:hint="eastAsia"/>
              </w:rPr>
              <w:t>交付当事人</w:t>
            </w:r>
          </w:p>
        </w:tc>
      </w:tr>
    </w:tbl>
    <w:p>
      <w:pPr>
        <w:tabs>
          <w:tab w:val="left" w:pos="3510"/>
        </w:tabs>
      </w:pPr>
    </w:p>
    <w:p>
      <w:pPr>
        <w:tabs>
          <w:tab w:val="left" w:pos="6150"/>
        </w:tabs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32" o:spid="_x0000_s1032" type="#_x0000_t32" style="position:absolute;left:0;margin-left:-57.6pt;margin-top:3.6pt;height:117.7pt;width:0.05pt;rotation:0f;z-index:251672576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_x0000_s1033" o:spid="_x0000_s1033" style="position:absolute;left:0;margin-left:303.75pt;margin-top:7.45pt;height:144.95pt;width:31.5pt;rotation:0f;z-index:25166336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 style="layout-flow:vertical-ideographic;">
              <w:txbxContent>
                <w:p>
                  <w:pPr>
                    <w:ind w:firstLine="525" w:firstLineChars="250"/>
                  </w:pPr>
                  <w:r>
                    <w:rPr>
                      <w:rFonts w:hint="eastAsia"/>
                    </w:rPr>
                    <w:t>不当场收缴罚款的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_x0000_s1034" o:spid="_x0000_s1034" style="position:absolute;left:0;margin-left:417.75pt;margin-top:7.45pt;height:144.95pt;width:29.25pt;rotation:0f;z-index:25165926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 style="layout-flow:vertical-ideographic;">
              <w:txbxContent>
                <w:p>
                  <w:pPr>
                    <w:ind w:firstLine="525" w:firstLineChars="250"/>
                  </w:pPr>
                  <w:r>
                    <w:rPr>
                      <w:rFonts w:hint="eastAsia"/>
                    </w:rPr>
                    <w:t>交到指定银行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_x0000_s1035" o:spid="_x0000_s1035" style="position:absolute;left:0;margin-left:481.5pt;margin-top:7.45pt;height:144.95pt;width:31.5pt;rotation:0f;z-index:25166540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 style="layout-flow:vertical-ideographic;">
              <w:txbxContent>
                <w:p>
                  <w:pPr>
                    <w:ind w:firstLine="525" w:firstLineChars="250"/>
                  </w:pPr>
                  <w:r>
                    <w:rPr>
                      <w:rFonts w:hint="eastAsia"/>
                    </w:rPr>
                    <w:t>银行的收缴情况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_x0000_s1036" o:spid="_x0000_s1036" style="position:absolute;left:0;margin-left:357pt;margin-top:7.45pt;height:144.95pt;width:33pt;rotation:0f;z-index:25166028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 style="layout-flow:vertical-ideographic;">
              <w:txbxContent>
                <w:p>
                  <w:pPr>
                    <w:ind w:firstLine="525" w:firstLineChars="250"/>
                  </w:pPr>
                  <w:r>
                    <w:rPr>
                      <w:rFonts w:hint="eastAsia"/>
                    </w:rPr>
                    <w:t>被处罚单位将罚款</w:t>
                  </w:r>
                </w:p>
              </w:txbxContent>
            </v:textbox>
          </v:rect>
        </w:pict>
      </w:r>
    </w:p>
    <w:p/>
    <w:p/>
    <w:tbl>
      <w:tblPr>
        <w:tblpPr w:leftFromText="180" w:rightFromText="180" w:vertAnchor="text" w:horzAnchor="page" w:tblpX="1498" w:tblpY="91"/>
        <w:tblOverlap w:val="never"/>
        <w:tblW w:w="15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299"/>
        <w:gridCol w:w="851"/>
      </w:tblGrid>
      <w:tr>
        <w:trPr>
          <w:cantSplit/>
          <w:trHeight w:val="2819" w:hRule="atLeast"/>
        </w:trPr>
        <w:tc>
          <w:tcPr>
            <w:tcW w:w="376" w:type="dxa"/>
            <w:vAlign w:val="top"/>
          </w:tcPr>
          <w:p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pict>
                <v:shape id="_x0000_s1037" o:spid="_x0000_s1037" type="#_x0000_t32" style="position:absolute;left:0;flip:x;margin-left:11.4pt;margin-top:67.45pt;height:0.05pt;width:17.25pt;rotation:0f;z-index:251677696;" o:ole="f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</w:pict>
            </w:r>
            <w:r>
              <w:rPr>
                <w:rFonts w:hint="eastAsia"/>
              </w:rPr>
              <w:t>执行结果反馈</w:t>
            </w:r>
            <w:r>
              <w:t>XXX</w:t>
            </w:r>
          </w:p>
        </w:tc>
        <w:tc>
          <w:tcPr>
            <w:tcW w:w="299" w:type="dxa"/>
            <w:tcBorders>
              <w:top w:val="nil"/>
              <w:bottom w:val="nil"/>
            </w:tcBorders>
            <w:vAlign w:val="top"/>
          </w:tcPr>
          <w:p>
            <w:pPr>
              <w:widowControl/>
              <w:jc w:val="left"/>
            </w:pPr>
          </w:p>
        </w:tc>
        <w:tc>
          <w:tcPr>
            <w:tcW w:w="851" w:type="dxa"/>
            <w:textDirection w:val="tbRlV"/>
            <w:vAlign w:val="top"/>
          </w:tcPr>
          <w:p>
            <w:pPr>
              <w:widowControl/>
              <w:ind w:left="113" w:right="113"/>
              <w:jc w:val="left"/>
            </w:pPr>
            <w: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pict>
                <v:shape id="_x0000_s1038" o:spid="_x0000_s1038" type="#_x0000_t32" style="position:absolute;left:0;flip:x;margin-left:3.65pt;margin-top:67.45pt;height:0.05pt;width:22.5pt;rotation:0f;z-index:251684864;" o:ole="f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</w:pict>
            </w:r>
            <w:r>
              <w:rPr>
                <w:rFonts w:hint="eastAsia"/>
              </w:rPr>
              <w:t>填写《强制执行申请书》</w:t>
            </w:r>
          </w:p>
          <w:p>
            <w:pPr>
              <w:widowControl/>
              <w:ind w:left="113" w:right="113"/>
              <w:jc w:val="left"/>
            </w:pPr>
            <w:r>
              <w:rPr>
                <w:rFonts w:hint="eastAsia"/>
              </w:rPr>
              <w:t>申请法院强制执行</w:t>
            </w:r>
          </w:p>
        </w:tc>
      </w:tr>
    </w:tbl>
    <w:tbl>
      <w:tblPr>
        <w:tblpPr w:leftFromText="180" w:rightFromText="180" w:vertAnchor="text" w:horzAnchor="page" w:tblpX="3422" w:tblpY="276"/>
        <w:tblW w:w="8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</w:tblGrid>
      <w:tr>
        <w:trPr>
          <w:cantSplit/>
          <w:trHeight w:val="2537" w:hRule="atLeast"/>
        </w:trPr>
        <w:tc>
          <w:tcPr>
            <w:tcW w:w="841" w:type="dxa"/>
            <w:textDirection w:val="tbRlV"/>
            <w:vAlign w:val="top"/>
          </w:tcPr>
          <w:p>
            <w:pPr>
              <w:ind w:left="315" w:leftChars="100" w:right="113" w:hanging="105" w:hangingChars="50"/>
            </w:pPr>
            <w:r>
              <w:rPr>
                <w:rFonts w:hint="eastAsia"/>
              </w:rPr>
              <w:t>被处罚单位拒不缴纳罚款的</w:t>
            </w:r>
          </w:p>
        </w:tc>
      </w:tr>
    </w:tbl>
    <w:tbl>
      <w:tblPr>
        <w:tblpPr w:leftFromText="180" w:rightFromText="180" w:vertAnchor="text" w:horzAnchor="page" w:tblpX="4663" w:tblpY="1211"/>
        <w:tblW w:w="13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</w:tblGrid>
      <w:tr>
        <w:trPr>
          <w:trHeight w:val="342" w:hRule="atLeast"/>
        </w:trPr>
        <w:tc>
          <w:tcPr>
            <w:tcW w:w="1319" w:type="dxa"/>
            <w:vAlign w:val="top"/>
          </w:tcPr>
          <w:p>
            <w:pPr>
              <w:tabs>
                <w:tab w:val="left" w:pos="3510"/>
              </w:tabs>
            </w:pPr>
            <w:r>
              <w:rPr>
                <w:rFonts w:hint="eastAsia"/>
              </w:rPr>
              <w:t>执行罚款</w:t>
            </w:r>
          </w:p>
        </w:tc>
      </w:tr>
    </w:tbl>
    <w:p>
      <w:pPr>
        <w:rPr>
          <w:rFonts w:ascii="宋体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39" o:spid="_x0000_s1039" type="#_x0000_t32" style="position:absolute;left:0;margin-left:158.75pt;margin-top:13.9pt;height:0.05pt;width:21.75pt;rotation:0f;z-index:251674624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t xml:space="preserve">                      </w:t>
      </w:r>
    </w:p>
    <w:p>
      <w:pPr>
        <w:rPr>
          <w:rFonts w:ascii="宋体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0" o:spid="_x0000_s1040" type="#_x0000_t32" style="position:absolute;left:0;margin-left:390pt;margin-top:14.8pt;height:0.05pt;width:27.75pt;rotation:0f;z-index:251683840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1" o:spid="_x0000_s1041" type="#_x0000_t32" style="position:absolute;left:0;margin-left:447pt;margin-top:14.8pt;height:0.05pt;width:41.25pt;rotation:0f;z-index:251682816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2" o:spid="_x0000_s1042" type="#_x0000_t32" style="position:absolute;left:0;margin-left:335.25pt;margin-top:14.8pt;height:0.05pt;width:21.75pt;rotation:0f;z-index:251678720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3" o:spid="_x0000_s1043" type="#_x0000_t32" style="position:absolute;left:0;margin-left:275.3pt;margin-top:14.8pt;height:0.05pt;width:28.45pt;rotation:0f;z-index:251680768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4" o:spid="_x0000_s1044" type="#_x0000_t32" style="position:absolute;left:0;margin-left:275.25pt;margin-top:14.8pt;height:214.5pt;width:0.05pt;rotation:0f;z-index:251676672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5" o:spid="_x0000_s1045" type="#_x0000_t32" style="position:absolute;left:0;flip:x y;margin-left:170.25pt;margin-top:10.1pt;height:0.05pt;width:22.5pt;rotation:0f;z-index:251687936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ascii="宋体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6" o:spid="_x0000_s1046" type="#_x0000_t32" style="position:absolute;left:0;margin-left:215.25pt;margin-top:8.75pt;height:188.3pt;width:5.35pt;rotation:0f;z-index:251675648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7" o:spid="_x0000_s1047" type="#_x0000_t32" style="position:absolute;left:0;margin-left:-53pt;margin-top:5.65pt;height:130.55pt;width:0.05pt;rotation:0f;z-index:251673600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ascii="宋体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8" o:spid="_x0000_s1048" type="#_x0000_t32" style="position:absolute;left:0;flip:y;margin-left:434.95pt;margin-top:12pt;height:135.55pt;width:0.05pt;rotation:0f;z-index:251681792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ascii="宋体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49" o:spid="_x0000_s1049" type="#_x0000_t32" style="position:absolute;left:0;margin-left:500.45pt;margin-top:1.55pt;height:57.65pt;width:0.05pt;rotation:0f;z-index:251685888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ascii="宋体"/>
        </w:rPr>
      </w:pPr>
    </w:p>
    <w:p>
      <w:pPr>
        <w:tabs>
          <w:tab w:val="left" w:pos="1980"/>
        </w:tabs>
        <w:rPr>
          <w:rFonts w:ascii="宋体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50" o:spid="_x0000_s1050" type="#_x0000_t32" style="position:absolute;left:0;margin-left:393.75pt;margin-top:110.15pt;height:0.05pt;width:41.25pt;rotation:0f;z-index:251686912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_x0000_s1051" o:spid="_x0000_s1051" style="position:absolute;left:0;margin-left:357pt;margin-top:8.55pt;height:154.65pt;width:36.75pt;rotation:0f;z-index:25166131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 style="layout-flow:vertical-ideographic;">
              <w:txbxContent>
                <w:p>
                  <w:pPr>
                    <w:ind w:firstLine="315" w:firstLineChars="150"/>
                  </w:pPr>
                  <w:r>
                    <w:rPr>
                      <w:rFonts w:hint="eastAsia"/>
                    </w:rPr>
                    <w:t>作出行政处罚的机关</w:t>
                  </w:r>
                  <w:r>
                    <w:t>2</w:t>
                  </w:r>
                  <w:r>
                    <w:rPr>
                      <w:rFonts w:hint="eastAsia"/>
                    </w:rPr>
                    <w:t>日内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_x0000_s1052" o:spid="_x0000_s1052" style="position:absolute;left:0;margin-left:170.25pt;margin-top:139.4pt;height:46.3pt;width:95.25pt;rotation:0f;z-index:25166438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  <w:p>
                  <w:r>
                    <w:t>5</w:t>
                  </w:r>
                  <w:r>
                    <w:rPr>
                      <w:rFonts w:hint="eastAsia"/>
                    </w:rPr>
                    <w:t>日内报</w:t>
                  </w:r>
                  <w:r>
                    <w:t>XXX</w:t>
                  </w:r>
                  <w:r>
                    <w:rPr>
                      <w:rFonts w:hint="eastAsia"/>
                    </w:rPr>
                    <w:t>备案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_x0000_s1053" o:spid="_x0000_s1053" style="position:absolute;left:0;margin-left:303.75pt;margin-top:8.55pt;height:154.65pt;width:37.5pt;rotation:0f;z-index:25166233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 style="layout-flow:vertical-ideographic;">
              <w:txbxContent>
                <w:p>
                  <w:pPr>
                    <w:ind w:firstLine="630" w:firstLineChars="300"/>
                  </w:pPr>
                  <w:r>
                    <w:rPr>
                      <w:rFonts w:hint="eastAsia"/>
                    </w:rPr>
                    <w:t>执法人员当场收缴罚款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s1054" o:spid="_x0000_s1054" type="#_x0000_t32" style="position:absolute;left:0;margin-left:275.3pt;margin-top:104.5pt;height:0.05pt;width:28.45pt;rotation:0f;z-index:251679744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_x0000_s1055" o:spid="_x0000_s1055" style="position:absolute;left:0;margin-left:481.5pt;margin-top:28pt;height:129.75pt;width:31.5pt;rotation:0f;z-index:25165824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 style="layout-flow:vertical-ideographic;">
              <w:txbxContent>
                <w:p>
                  <w:pPr>
                    <w:ind w:firstLine="525" w:firstLineChars="250"/>
                  </w:pPr>
                  <w:r>
                    <w:rPr>
                      <w:rFonts w:hint="eastAsia"/>
                    </w:rPr>
                    <w:t>反馈</w:t>
                  </w:r>
                  <w:r>
                    <w:t>XXX</w:t>
                  </w:r>
                </w:p>
              </w:txbxContent>
            </v:textbox>
          </v:rect>
        </w:pict>
      </w:r>
      <w:r>
        <w:rPr>
          <w:rFonts w:ascii="宋体"/>
        </w:rPr>
        <w:tab/>
      </w:r>
    </w:p>
    <w:sectPr>
      <w:headerReference r:id="rId4" w:type="default"/>
      <w:pgSz w:w="11906" w:h="16838"/>
      <w:pgMar w:top="720" w:right="720" w:bottom="720" w:left="72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single" w:color="auto" w:sz="6" w:space="31"/>
      </w:pBdr>
      <w:tabs>
        <w:tab w:val="left" w:pos="2805"/>
        <w:tab w:val="clear" w:pos="4153"/>
        <w:tab w:val="clear" w:pos="8306"/>
      </w:tabs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rFonts w:hint="eastAsia"/>
        <w:b/>
        <w:sz w:val="32"/>
        <w:szCs w:val="32"/>
      </w:rPr>
      <w:t>行政处罚简易程序流程图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6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3"/>
    <w:uiPriority w:val="99"/>
    <w:rPr>
      <w:rFonts w:cs="Times New Roman"/>
      <w:sz w:val="18"/>
      <w:szCs w:val="18"/>
    </w:rPr>
  </w:style>
  <w:style w:type="character" w:customStyle="1" w:styleId="6">
    <w:name w:val="Footer Char"/>
    <w:basedOn w:val="4"/>
    <w:link w:val="2"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47</Words>
  <Characters>271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2019-11-18T00:47:00Z</dcterms:created>
  <dc:creator>Administrator</dc:creator>
  <cp:lastModifiedBy>123</cp:lastModifiedBy>
  <dcterms:modified xsi:type="dcterms:W3CDTF">2020-04-19T10:51:26Z</dcterms:modified>
  <dc:title>条件：违法事实并有法定依据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